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8F0" w:rsidRPr="0005037B" w:rsidRDefault="008415CC" w:rsidP="008415CC">
      <w:pPr>
        <w:jc w:val="center"/>
        <w:rPr>
          <w:rFonts w:cstheme="minorHAnsi"/>
          <w:b/>
          <w:sz w:val="28"/>
          <w:szCs w:val="28"/>
        </w:rPr>
      </w:pPr>
      <w:r w:rsidRPr="0005037B">
        <w:rPr>
          <w:rFonts w:cstheme="minorHAnsi"/>
          <w:b/>
          <w:sz w:val="28"/>
          <w:szCs w:val="28"/>
        </w:rPr>
        <w:t>EDU 514 TEACHING AND LEARNING WITH TECHNOLOGY</w:t>
      </w:r>
    </w:p>
    <w:p w:rsidR="008415CC" w:rsidRPr="0005037B" w:rsidRDefault="008415CC" w:rsidP="008415CC">
      <w:pPr>
        <w:jc w:val="center"/>
        <w:rPr>
          <w:rFonts w:cstheme="minorHAnsi"/>
          <w:b/>
          <w:sz w:val="24"/>
          <w:szCs w:val="24"/>
        </w:rPr>
      </w:pPr>
      <w:r w:rsidRPr="0005037B">
        <w:rPr>
          <w:rFonts w:cstheme="minorHAnsi"/>
          <w:b/>
          <w:sz w:val="24"/>
          <w:szCs w:val="24"/>
        </w:rPr>
        <w:t>CHECKLIST</w:t>
      </w:r>
    </w:p>
    <w:p w:rsidR="008415CC" w:rsidRPr="008415CC" w:rsidRDefault="008415CC" w:rsidP="008415CC">
      <w:pPr>
        <w:rPr>
          <w:rFonts w:cstheme="minorHAnsi"/>
          <w:b/>
          <w:sz w:val="24"/>
          <w:szCs w:val="24"/>
        </w:rPr>
      </w:pPr>
      <w:r w:rsidRPr="008415CC">
        <w:rPr>
          <w:rFonts w:cstheme="minorHAnsi"/>
          <w:b/>
          <w:sz w:val="24"/>
          <w:szCs w:val="24"/>
        </w:rPr>
        <w:t>REFLECTIONS</w:t>
      </w:r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>June 17 Reflections</w:t>
      </w:r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>June 18 Reflections</w:t>
      </w:r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 xml:space="preserve">June 19 </w:t>
      </w:r>
      <w:r w:rsidRPr="008415CC">
        <w:rPr>
          <w:rFonts w:cstheme="minorHAnsi"/>
          <w:sz w:val="24"/>
          <w:szCs w:val="24"/>
        </w:rPr>
        <w:t>Reflection</w:t>
      </w:r>
      <w:r w:rsidRPr="008415CC">
        <w:rPr>
          <w:rFonts w:cstheme="minorHAnsi"/>
          <w:sz w:val="24"/>
          <w:szCs w:val="24"/>
        </w:rPr>
        <w:t>s</w:t>
      </w:r>
      <w:bookmarkStart w:id="0" w:name="_GoBack"/>
      <w:bookmarkEnd w:id="0"/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 xml:space="preserve">June 20 </w:t>
      </w:r>
      <w:r w:rsidRPr="008415CC">
        <w:rPr>
          <w:rFonts w:cstheme="minorHAnsi"/>
          <w:sz w:val="24"/>
          <w:szCs w:val="24"/>
        </w:rPr>
        <w:t>Reflection</w:t>
      </w:r>
      <w:r w:rsidRPr="008415CC">
        <w:rPr>
          <w:rFonts w:cstheme="minorHAnsi"/>
          <w:sz w:val="24"/>
          <w:szCs w:val="24"/>
        </w:rPr>
        <w:t>s</w:t>
      </w:r>
    </w:p>
    <w:p w:rsidR="008415CC" w:rsidRPr="008415CC" w:rsidRDefault="008415CC" w:rsidP="0005037B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>June 24 Reflections</w:t>
      </w:r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>June 25 Reflections</w:t>
      </w:r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>June 26 Reflections</w:t>
      </w:r>
    </w:p>
    <w:p w:rsidR="008415CC" w:rsidRPr="008415CC" w:rsidRDefault="008415CC" w:rsidP="008415CC">
      <w:pPr>
        <w:pStyle w:val="ListParagraph"/>
        <w:numPr>
          <w:ilvl w:val="0"/>
          <w:numId w:val="1"/>
        </w:numPr>
        <w:rPr>
          <w:rFonts w:cstheme="minorHAnsi"/>
          <w:sz w:val="24"/>
          <w:szCs w:val="24"/>
        </w:rPr>
      </w:pPr>
      <w:r w:rsidRPr="008415CC">
        <w:rPr>
          <w:rFonts w:cstheme="minorHAnsi"/>
          <w:sz w:val="24"/>
          <w:szCs w:val="24"/>
        </w:rPr>
        <w:t>June 27 Reflections</w:t>
      </w:r>
    </w:p>
    <w:p w:rsidR="0005037B" w:rsidRPr="0005037B" w:rsidRDefault="008415CC" w:rsidP="0005037B">
      <w:pPr>
        <w:rPr>
          <w:rFonts w:cstheme="minorHAnsi"/>
          <w:b/>
          <w:sz w:val="24"/>
          <w:szCs w:val="24"/>
        </w:rPr>
      </w:pPr>
      <w:r w:rsidRPr="0005037B">
        <w:rPr>
          <w:rFonts w:cstheme="minorHAnsi"/>
          <w:b/>
          <w:sz w:val="24"/>
          <w:szCs w:val="24"/>
        </w:rPr>
        <w:t xml:space="preserve">CONTENT AREA </w:t>
      </w:r>
      <w:proofErr w:type="gramStart"/>
      <w:r w:rsidRPr="0005037B">
        <w:rPr>
          <w:rFonts w:cstheme="minorHAnsi"/>
          <w:b/>
          <w:sz w:val="24"/>
          <w:szCs w:val="24"/>
        </w:rPr>
        <w:t>WIKI  PAGES</w:t>
      </w:r>
      <w:bookmarkStart w:id="1" w:name="x-1._Chrome_Browser_-_2_+_2"/>
      <w:bookmarkEnd w:id="1"/>
      <w:proofErr w:type="gramEnd"/>
      <w:r w:rsidR="0005037B">
        <w:rPr>
          <w:rFonts w:cstheme="minorHAnsi"/>
          <w:b/>
          <w:sz w:val="24"/>
          <w:szCs w:val="24"/>
        </w:rPr>
        <w:t xml:space="preserve"> – videos and web sites</w:t>
      </w:r>
    </w:p>
    <w:p w:rsidR="008415CC" w:rsidRPr="008415CC" w:rsidRDefault="008415CC" w:rsidP="0005037B">
      <w:pPr>
        <w:pStyle w:val="ListParagraph"/>
        <w:numPr>
          <w:ilvl w:val="0"/>
          <w:numId w:val="1"/>
        </w:numPr>
        <w:rPr>
          <w:rFonts w:cstheme="minorHAnsi"/>
          <w:b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Chrome Browser - 2 + 2</w:t>
      </w:r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bookmarkStart w:id="2" w:name="x-2._Chromebook_or_iPad_(choose_one)_-_4"/>
      <w:bookmarkEnd w:id="2"/>
      <w:proofErr w:type="spellStart"/>
      <w:r w:rsidRPr="008415CC">
        <w:rPr>
          <w:rFonts w:eastAsia="Times New Roman" w:cstheme="minorHAnsi"/>
          <w:bCs/>
          <w:sz w:val="24"/>
          <w:szCs w:val="24"/>
        </w:rPr>
        <w:t>Chromebook</w:t>
      </w:r>
      <w:proofErr w:type="spellEnd"/>
      <w:r w:rsidRPr="008415CC">
        <w:rPr>
          <w:rFonts w:eastAsia="Times New Roman" w:cstheme="minorHAnsi"/>
          <w:bCs/>
          <w:sz w:val="24"/>
          <w:szCs w:val="24"/>
        </w:rPr>
        <w:t xml:space="preserve"> or </w:t>
      </w:r>
      <w:proofErr w:type="spellStart"/>
      <w:r w:rsidRPr="008415CC">
        <w:rPr>
          <w:rFonts w:eastAsia="Times New Roman" w:cstheme="minorHAnsi"/>
          <w:bCs/>
          <w:sz w:val="24"/>
          <w:szCs w:val="24"/>
        </w:rPr>
        <w:t>iPad</w:t>
      </w:r>
      <w:proofErr w:type="spellEnd"/>
      <w:r w:rsidRPr="008415CC">
        <w:rPr>
          <w:rFonts w:eastAsia="Times New Roman" w:cstheme="minorHAnsi"/>
          <w:bCs/>
          <w:sz w:val="24"/>
          <w:szCs w:val="24"/>
        </w:rPr>
        <w:t xml:space="preserve"> (choose one) - 4 + 4</w:t>
      </w:r>
      <w:bookmarkStart w:id="3" w:name="x-3._Google_Docs_-_Forms_-_2_+_4"/>
      <w:bookmarkEnd w:id="3"/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Google Docs - Forms - 2 + 4</w:t>
      </w:r>
      <w:bookmarkStart w:id="4" w:name="x-4._Google_Docs_-_Presentations_-_2_+_4"/>
      <w:bookmarkEnd w:id="4"/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Google Docs - Presentations - 2 + 4</w:t>
      </w:r>
      <w:bookmarkStart w:id="5" w:name="x-5._Google_Docs_-_Documents_-_2_+_4"/>
      <w:bookmarkEnd w:id="5"/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Google Docs - Documents - 2 + 4</w:t>
      </w:r>
      <w:bookmarkStart w:id="6" w:name="x-6._Google_Docs_-_Drawing_-_2_+_2"/>
      <w:bookmarkEnd w:id="6"/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Google Docs - Drawing - 2 + 2</w:t>
      </w:r>
      <w:bookmarkStart w:id="7" w:name="x-7._Google_Templates_2_+_4"/>
      <w:bookmarkEnd w:id="7"/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Google Templates 2 + 4</w:t>
      </w:r>
      <w:bookmarkStart w:id="8" w:name="x-8._Edmodo_4_+_4"/>
      <w:bookmarkEnd w:id="8"/>
    </w:p>
    <w:p w:rsid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proofErr w:type="spellStart"/>
      <w:r w:rsidRPr="008415CC">
        <w:rPr>
          <w:rFonts w:eastAsia="Times New Roman" w:cstheme="minorHAnsi"/>
          <w:bCs/>
          <w:sz w:val="24"/>
          <w:szCs w:val="24"/>
        </w:rPr>
        <w:t>Edmodo</w:t>
      </w:r>
      <w:proofErr w:type="spellEnd"/>
      <w:r w:rsidRPr="008415CC">
        <w:rPr>
          <w:rFonts w:eastAsia="Times New Roman" w:cstheme="minorHAnsi"/>
          <w:bCs/>
          <w:sz w:val="24"/>
          <w:szCs w:val="24"/>
        </w:rPr>
        <w:t xml:space="preserve"> 4 + 4</w:t>
      </w:r>
      <w:bookmarkStart w:id="9" w:name="x-9._Teaching_and_Learning_Tools_-_area_"/>
      <w:bookmarkEnd w:id="9"/>
    </w:p>
    <w:p w:rsidR="008415CC" w:rsidRPr="008415CC" w:rsidRDefault="008415CC" w:rsidP="008415CC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Cs/>
          <w:sz w:val="24"/>
          <w:szCs w:val="24"/>
        </w:rPr>
      </w:pPr>
      <w:r w:rsidRPr="008415CC">
        <w:rPr>
          <w:rFonts w:eastAsia="Times New Roman" w:cstheme="minorHAnsi"/>
          <w:bCs/>
          <w:sz w:val="24"/>
          <w:szCs w:val="24"/>
        </w:rPr>
        <w:t>Teaching and Learning Tools - area that you teach 10 + 10</w:t>
      </w:r>
    </w:p>
    <w:p w:rsidR="008415CC" w:rsidRDefault="008415CC" w:rsidP="008415C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415CC">
        <w:rPr>
          <w:rFonts w:eastAsia="Times New Roman" w:cstheme="minorHAnsi"/>
          <w:b/>
          <w:bCs/>
          <w:sz w:val="24"/>
          <w:szCs w:val="24"/>
        </w:rPr>
        <w:t>SCAVENGER HUNT</w:t>
      </w:r>
      <w:r>
        <w:rPr>
          <w:rFonts w:eastAsia="Times New Roman" w:cstheme="minorHAnsi"/>
          <w:b/>
          <w:bCs/>
          <w:sz w:val="24"/>
          <w:szCs w:val="24"/>
        </w:rPr>
        <w:t xml:space="preserve"> – 10 sites</w:t>
      </w:r>
    </w:p>
    <w:p w:rsidR="008415CC" w:rsidRDefault="008415CC" w:rsidP="008415C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Jing Tutorial</w:t>
      </w:r>
    </w:p>
    <w:p w:rsidR="008415CC" w:rsidRDefault="008415CC" w:rsidP="008415C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Google Docs Trick</w:t>
      </w:r>
      <w:r w:rsidR="0005037B">
        <w:rPr>
          <w:rFonts w:eastAsia="Times New Roman" w:cstheme="minorHAnsi"/>
          <w:b/>
          <w:bCs/>
          <w:sz w:val="24"/>
          <w:szCs w:val="24"/>
        </w:rPr>
        <w:t>s</w:t>
      </w:r>
      <w:r>
        <w:rPr>
          <w:rFonts w:eastAsia="Times New Roman" w:cstheme="minorHAnsi"/>
          <w:b/>
          <w:bCs/>
          <w:sz w:val="24"/>
          <w:szCs w:val="24"/>
        </w:rPr>
        <w:t xml:space="preserve"> and Secrets – posted on Google Docs Home page</w:t>
      </w:r>
    </w:p>
    <w:p w:rsidR="008415CC" w:rsidRDefault="008415CC" w:rsidP="008415CC">
      <w:pPr>
        <w:pStyle w:val="ListParagraph"/>
        <w:numPr>
          <w:ilvl w:val="0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3 Week Technology Unit – 10 lessons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1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2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3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4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5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6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7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8</w:t>
      </w:r>
    </w:p>
    <w:p w:rsid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9</w:t>
      </w:r>
    </w:p>
    <w:p w:rsidR="008415CC" w:rsidRPr="008415CC" w:rsidRDefault="008415CC" w:rsidP="008415CC">
      <w:pPr>
        <w:pStyle w:val="ListParagraph"/>
        <w:numPr>
          <w:ilvl w:val="1"/>
          <w:numId w:val="2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Lesson 10</w:t>
      </w:r>
    </w:p>
    <w:p w:rsidR="008415CC" w:rsidRPr="0005037B" w:rsidRDefault="008415CC" w:rsidP="0005037B">
      <w:pPr>
        <w:pStyle w:val="ListParagraph"/>
        <w:rPr>
          <w:rFonts w:cstheme="minorHAnsi"/>
          <w:sz w:val="24"/>
          <w:szCs w:val="24"/>
        </w:rPr>
      </w:pPr>
    </w:p>
    <w:p w:rsidR="008415CC" w:rsidRPr="008415CC" w:rsidRDefault="008415CC" w:rsidP="008415CC">
      <w:pPr>
        <w:rPr>
          <w:rFonts w:cstheme="minorHAnsi"/>
          <w:sz w:val="24"/>
          <w:szCs w:val="24"/>
        </w:rPr>
      </w:pPr>
    </w:p>
    <w:sectPr w:rsidR="008415CC" w:rsidRPr="008415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62A27"/>
    <w:multiLevelType w:val="hybridMultilevel"/>
    <w:tmpl w:val="CAC8D60E"/>
    <w:lvl w:ilvl="0" w:tplc="C87E0D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760F7"/>
    <w:multiLevelType w:val="hybridMultilevel"/>
    <w:tmpl w:val="2C32F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5430F"/>
    <w:multiLevelType w:val="hybridMultilevel"/>
    <w:tmpl w:val="BAEEC7B4"/>
    <w:lvl w:ilvl="0" w:tplc="C87E0D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3735E"/>
    <w:multiLevelType w:val="hybridMultilevel"/>
    <w:tmpl w:val="F51822A4"/>
    <w:lvl w:ilvl="0" w:tplc="C87E0D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87E51"/>
    <w:multiLevelType w:val="hybridMultilevel"/>
    <w:tmpl w:val="6B004AA4"/>
    <w:lvl w:ilvl="0" w:tplc="C87E0D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676620"/>
    <w:multiLevelType w:val="hybridMultilevel"/>
    <w:tmpl w:val="358EFD42"/>
    <w:lvl w:ilvl="0" w:tplc="C87E0D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5A3FE6"/>
    <w:multiLevelType w:val="hybridMultilevel"/>
    <w:tmpl w:val="300236D2"/>
    <w:lvl w:ilvl="0" w:tplc="C87E0D4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5CC"/>
    <w:rsid w:val="000028F0"/>
    <w:rsid w:val="0005037B"/>
    <w:rsid w:val="00841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15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5C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415C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415CC"/>
    <w:rPr>
      <w:strike w:val="0"/>
      <w:dstrike w:val="0"/>
      <w:vanish w:val="0"/>
      <w:webHidden w:val="0"/>
      <w:color w:val="0000FF"/>
      <w:u w:val="none"/>
      <w:effect w:val="none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415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15CC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415CC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8415CC"/>
    <w:rPr>
      <w:strike w:val="0"/>
      <w:dstrike w:val="0"/>
      <w:vanish w:val="0"/>
      <w:webHidden w:val="0"/>
      <w:color w:val="0000FF"/>
      <w:u w:val="none"/>
      <w:effect w:val="none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87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378752">
                  <w:marLeft w:val="0"/>
                  <w:marRight w:val="-3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1503">
                      <w:marLeft w:val="0"/>
                      <w:marRight w:val="30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79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422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44875">
                                      <w:marLeft w:val="0"/>
                                      <w:marRight w:val="8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6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DE984358</Template>
  <TotalTime>13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Sioux Falls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 Peterson</dc:creator>
  <cp:lastModifiedBy>Arlys Peterson</cp:lastModifiedBy>
  <cp:revision>1</cp:revision>
  <dcterms:created xsi:type="dcterms:W3CDTF">2013-06-20T13:25:00Z</dcterms:created>
  <dcterms:modified xsi:type="dcterms:W3CDTF">2013-06-20T13:38:00Z</dcterms:modified>
</cp:coreProperties>
</file>